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1CB8883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9809BE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37942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9809BE">
        <w:rPr>
          <w:rFonts w:ascii="Corbel" w:hAnsi="Corbel"/>
          <w:b/>
          <w:bCs/>
          <w:iCs/>
          <w:smallCaps/>
          <w:sz w:val="24"/>
          <w:szCs w:val="24"/>
        </w:rPr>
        <w:t>-20</w:t>
      </w:r>
      <w:r w:rsidR="002A23B0" w:rsidRPr="009809BE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837942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04E2FCB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37942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837942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BiDF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57E4F64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5D674D3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Metoda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Zastosowanie metody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bookmarkStart w:id="1" w:name="_GoBack"/>
            <w:bookmarkEnd w:id="1"/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4A3A27F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Zaleska M., Ocena ekonomiczno-finansowa przedsiębiorstwa przez analityka bankowego (wyd. II poprawione i rozszerzone), Oficyna Wydawnicza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SGH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42B92" w14:textId="77777777" w:rsidR="007C2694" w:rsidRDefault="007C2694" w:rsidP="00C16ABF">
      <w:pPr>
        <w:spacing w:after="0" w:line="240" w:lineRule="auto"/>
      </w:pPr>
      <w:r>
        <w:separator/>
      </w:r>
    </w:p>
  </w:endnote>
  <w:endnote w:type="continuationSeparator" w:id="0">
    <w:p w14:paraId="43BC1750" w14:textId="77777777" w:rsidR="007C2694" w:rsidRDefault="007C26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6AB6E" w14:textId="77777777" w:rsidR="007C2694" w:rsidRDefault="007C2694" w:rsidP="00C16ABF">
      <w:pPr>
        <w:spacing w:after="0" w:line="240" w:lineRule="auto"/>
      </w:pPr>
      <w:r>
        <w:separator/>
      </w:r>
    </w:p>
  </w:footnote>
  <w:footnote w:type="continuationSeparator" w:id="0">
    <w:p w14:paraId="65868293" w14:textId="77777777" w:rsidR="007C2694" w:rsidRDefault="007C2694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2FAD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694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7942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455E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24AD6C-052C-4B6F-A28F-E44CC8B8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1224</Words>
  <Characters>7348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2020-10-26T20:54:00Z</dcterms:created>
  <dcterms:modified xsi:type="dcterms:W3CDTF">2021-11-24T08:07:00Z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